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9D9" w:rsidRPr="005E7E85" w:rsidRDefault="00BB69D9" w:rsidP="00DE24EF">
      <w:pPr>
        <w:spacing w:after="0"/>
        <w:jc w:val="center"/>
        <w:rPr>
          <w:rFonts w:ascii="Simsun" w:hAnsi="Simsun" w:cs="Simsun"/>
          <w:b/>
          <w:bCs/>
          <w:sz w:val="32"/>
          <w:szCs w:val="32"/>
          <w:lang w:eastAsia="zh-CN"/>
        </w:rPr>
      </w:pPr>
      <w:r w:rsidRPr="005E7E85"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《生物力学》课程教学大纲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6"/>
        <w:gridCol w:w="440"/>
        <w:gridCol w:w="917"/>
        <w:gridCol w:w="1230"/>
        <w:gridCol w:w="445"/>
        <w:gridCol w:w="1054"/>
        <w:gridCol w:w="1497"/>
        <w:gridCol w:w="142"/>
        <w:gridCol w:w="850"/>
        <w:gridCol w:w="1340"/>
      </w:tblGrid>
      <w:tr w:rsidR="00BB69D9" w:rsidRPr="005E7E85">
        <w:trPr>
          <w:trHeight w:val="340"/>
          <w:jc w:val="center"/>
        </w:trPr>
        <w:tc>
          <w:tcPr>
            <w:tcW w:w="4518" w:type="dxa"/>
            <w:gridSpan w:val="5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课程名称：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生物力学</w:t>
            </w:r>
          </w:p>
        </w:tc>
        <w:tc>
          <w:tcPr>
            <w:tcW w:w="4883" w:type="dxa"/>
            <w:gridSpan w:val="5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课程类别（必修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/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选修）：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选修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课程英文名称：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 xml:space="preserve"> Sports Biomechanics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4518" w:type="dxa"/>
            <w:gridSpan w:val="5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总学时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/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周学时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/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学分：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32/2/2</w:t>
            </w:r>
          </w:p>
        </w:tc>
        <w:tc>
          <w:tcPr>
            <w:tcW w:w="4883" w:type="dxa"/>
            <w:gridSpan w:val="5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其中实验学时：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先修课程：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4518" w:type="dxa"/>
            <w:gridSpan w:val="5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授课时间：周一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1-2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节</w:t>
            </w:r>
          </w:p>
        </w:tc>
        <w:tc>
          <w:tcPr>
            <w:tcW w:w="4883" w:type="dxa"/>
            <w:gridSpan w:val="5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授课地点：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6A-504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教学楼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授课对象：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15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级社会体育专业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开课院系：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体育系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任课教师姓名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/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职称：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张博涵</w:t>
            </w:r>
            <w:r w:rsidRPr="005E7E85">
              <w:rPr>
                <w:rFonts w:ascii="Simsun" w:hAnsi="Simsun" w:cs="Simsun"/>
                <w:sz w:val="21"/>
                <w:szCs w:val="21"/>
                <w:lang w:eastAsia="zh-CN"/>
              </w:rPr>
              <w:t>/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讲师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4518" w:type="dxa"/>
            <w:gridSpan w:val="5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sz w:val="21"/>
                <w:szCs w:val="21"/>
                <w:lang w:eastAsia="zh-TW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联系电话：</w:t>
            </w:r>
            <w:r w:rsidRPr="005E7E85">
              <w:rPr>
                <w:rFonts w:ascii="Simsun" w:hAnsi="Simsun" w:cs="Simsun"/>
                <w:sz w:val="21"/>
                <w:szCs w:val="21"/>
                <w:lang w:eastAsia="zh-CN"/>
              </w:rPr>
              <w:t>18576836909, 77525</w:t>
            </w:r>
          </w:p>
        </w:tc>
        <w:tc>
          <w:tcPr>
            <w:tcW w:w="4883" w:type="dxa"/>
            <w:gridSpan w:val="5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Email:killua75630@hotmail.com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答疑时间、地点与方式：周一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 xml:space="preserve">  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教学楼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 xml:space="preserve"> 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现场及电话答疑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开卷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 xml:space="preserve">   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）</w:t>
            </w:r>
            <w:r w:rsidRPr="005E7E85">
              <w:rPr>
                <w:rFonts w:ascii="Simsun" w:hAnsi="Simsun" w:cs="Simsun"/>
                <w:sz w:val="21"/>
                <w:szCs w:val="21"/>
                <w:lang w:eastAsia="zh-CN"/>
              </w:rPr>
              <w:t xml:space="preserve">     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闭卷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V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）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 xml:space="preserve">   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课程论文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 xml:space="preserve">  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）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 xml:space="preserve">   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其它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V,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期末分组报告）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使用教材：《运动生物力学》陆爱云撰，人民体育出版社</w:t>
            </w:r>
          </w:p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Biomechanics and Motor Control of Human Movement-David A. Winter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课程简介：</w:t>
            </w:r>
          </w:p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 xml:space="preserve">    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《运动生物力学》是对体育范畴内分析人体运动过程的一门应用学科，为运动实践提供了各种生物力学的基本理论与方法，有着较高的实用价值。通过课程学习，使学生掌握运动生物力学的一般原理，学习和掌握常用的运动生物力学方法，培养学生应用运动生物力学的理论和方法分析、解决体育运动具体问题的能力，培养学生耐心、细致、实事求是的工作作风，为今后从事运动、医疗、科研等工作打下基础。</w:t>
            </w:r>
          </w:p>
        </w:tc>
      </w:tr>
      <w:tr w:rsidR="00BB69D9" w:rsidRPr="005E7E85">
        <w:trPr>
          <w:trHeight w:val="2920"/>
          <w:jc w:val="center"/>
        </w:trPr>
        <w:tc>
          <w:tcPr>
            <w:tcW w:w="5572" w:type="dxa"/>
            <w:gridSpan w:val="6"/>
          </w:tcPr>
          <w:p w:rsidR="00BB69D9" w:rsidRPr="005E7E85" w:rsidRDefault="00BB69D9" w:rsidP="00BB69D9">
            <w:pPr>
              <w:tabs>
                <w:tab w:val="left" w:pos="1440"/>
              </w:tabs>
              <w:spacing w:after="0" w:line="240" w:lineRule="atLeast"/>
              <w:ind w:firstLineChars="200" w:firstLine="31680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课程教学目标</w:t>
            </w:r>
          </w:p>
          <w:p w:rsidR="00BB69D9" w:rsidRPr="005E7E85" w:rsidRDefault="00BB69D9" w:rsidP="00BB69D9">
            <w:pPr>
              <w:tabs>
                <w:tab w:val="left" w:pos="1440"/>
              </w:tabs>
              <w:spacing w:after="0" w:line="240" w:lineRule="atLeast"/>
              <w:ind w:firstLineChars="200" w:firstLine="31680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1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、知识与技能目标：通过课程学习，使学生了解掌握运动生物力学的基础理论知识，理解并掌握运动生物力学的方法技术，掌握简单人体测量方式，正确理解运动生物力学的能力。</w:t>
            </w:r>
          </w:p>
          <w:p w:rsidR="00BB69D9" w:rsidRPr="005E7E85" w:rsidRDefault="00BB69D9" w:rsidP="00BB69D9">
            <w:pPr>
              <w:tabs>
                <w:tab w:val="left" w:pos="1440"/>
              </w:tabs>
              <w:spacing w:after="0" w:line="240" w:lineRule="atLeast"/>
              <w:ind w:firstLineChars="200" w:firstLine="31680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、过程与方法目标：①明确学习目的，调动、发挥学生学习的主动性和积极性，更好地完成本大纲所提出的任务，达到预期目的。②通过各种教学方法，使学生掌握运动生物力学的知识及技术方法。</w:t>
            </w:r>
          </w:p>
          <w:p w:rsidR="00BB69D9" w:rsidRPr="005E7E85" w:rsidRDefault="00BB69D9" w:rsidP="00BB69D9">
            <w:pPr>
              <w:spacing w:after="0" w:line="240" w:lineRule="atLeast"/>
              <w:ind w:firstLineChars="200" w:firstLine="3168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3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、情感、态度与价值观发展目标：通过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32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学时的教学，贯彻素质教育思想，加强学生责任感及价值观的培养教育，培养学生的实践操作及组织能力。</w:t>
            </w:r>
          </w:p>
        </w:tc>
        <w:tc>
          <w:tcPr>
            <w:tcW w:w="3829" w:type="dxa"/>
            <w:gridSpan w:val="4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本课程与学生核心能力培养之间的关联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(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授课对象为理工科专业学生的课程填写此栏）：</w:t>
            </w:r>
          </w:p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□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 xml:space="preserve">1. </w:t>
            </w:r>
          </w:p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□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 xml:space="preserve">2. </w:t>
            </w:r>
          </w:p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□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3.</w:t>
            </w:r>
          </w:p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□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4.</w:t>
            </w:r>
          </w:p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□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5.</w:t>
            </w:r>
          </w:p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□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 xml:space="preserve">6. </w:t>
            </w:r>
          </w:p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□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7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．</w:t>
            </w:r>
          </w:p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□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8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．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BB69D9" w:rsidRPr="005E7E85" w:rsidRDefault="00BB69D9" w:rsidP="003B03C2">
            <w:pPr>
              <w:tabs>
                <w:tab w:val="left" w:pos="1440"/>
              </w:tabs>
              <w:spacing w:after="0" w:line="240" w:lineRule="atLeast"/>
              <w:jc w:val="center"/>
              <w:outlineLvl w:val="0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lang w:eastAsia="zh-CN"/>
              </w:rPr>
              <w:t>理论教学进程表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tcMar>
              <w:left w:w="28" w:type="dxa"/>
              <w:right w:w="28" w:type="dxa"/>
            </w:tcMar>
            <w:vAlign w:val="center"/>
          </w:tcPr>
          <w:p w:rsidR="00BB69D9" w:rsidRPr="005E7E85" w:rsidRDefault="00BB69D9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1357" w:type="dxa"/>
            <w:gridSpan w:val="2"/>
            <w:tcMar>
              <w:left w:w="28" w:type="dxa"/>
              <w:right w:w="28" w:type="dxa"/>
            </w:tcMar>
            <w:vAlign w:val="center"/>
          </w:tcPr>
          <w:p w:rsidR="00BB69D9" w:rsidRPr="005E7E85" w:rsidRDefault="00BB69D9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教学主题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  <w:vAlign w:val="center"/>
          </w:tcPr>
          <w:p w:rsidR="00BB69D9" w:rsidRPr="005E7E85" w:rsidRDefault="00BB69D9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教学时长</w:t>
            </w:r>
          </w:p>
        </w:tc>
        <w:tc>
          <w:tcPr>
            <w:tcW w:w="2996" w:type="dxa"/>
            <w:gridSpan w:val="3"/>
            <w:tcMar>
              <w:left w:w="28" w:type="dxa"/>
              <w:right w:w="28" w:type="dxa"/>
            </w:tcMar>
            <w:vAlign w:val="center"/>
          </w:tcPr>
          <w:p w:rsidR="00BB69D9" w:rsidRPr="005E7E85" w:rsidRDefault="00BB69D9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教学的重点与难点</w:t>
            </w:r>
          </w:p>
        </w:tc>
        <w:tc>
          <w:tcPr>
            <w:tcW w:w="992" w:type="dxa"/>
            <w:gridSpan w:val="2"/>
            <w:tcMar>
              <w:left w:w="28" w:type="dxa"/>
              <w:right w:w="28" w:type="dxa"/>
            </w:tcMar>
            <w:vAlign w:val="center"/>
          </w:tcPr>
          <w:p w:rsidR="00BB69D9" w:rsidRPr="005E7E85" w:rsidRDefault="00BB69D9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1340" w:type="dxa"/>
            <w:tcMar>
              <w:left w:w="28" w:type="dxa"/>
              <w:right w:w="28" w:type="dxa"/>
            </w:tcMar>
            <w:vAlign w:val="center"/>
          </w:tcPr>
          <w:p w:rsidR="00BB69D9" w:rsidRPr="005E7E85" w:rsidRDefault="00BB69D9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作业安排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课程介绍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介绍课程大纲与师生认识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运动生物力学的基础理论知识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点、线、面及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3D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介绍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运动生物力学的基础理论知识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线性运动与抛体运动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运动学基础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线性运动与角运动之相关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运动学基础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人体关节角度、角速度及角加速度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运动学基础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人体动作运动学分析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96781C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动力学基础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牛顿三大运动定律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动力学基础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地面反作用力、冲量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动力学基础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关节力矩、受力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动力学基础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96781C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人体运动过程动力学之搜集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运动生物力学实验概论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实验目标的确立与过程及方法的设置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人体力学小实验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-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预备实验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在各小组自行决定的实验场地进行简单的预备实验，并于课室立即进行数据处理与分析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人体力学小实验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-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正式实验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在各小组自行决定的实验场地，以小组内全体组员为受试者进行完整的实验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成果分享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将实验所得之数据进行分析及统整后制作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PPT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与班上同学分享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成果分享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将实验所得之数据进行分析及统整后制作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PPT</w:t>
            </w: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与班上同学分享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800A2E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TW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1486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1357" w:type="dxa"/>
            <w:gridSpan w:val="2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运动生物力学科技发展与展望</w:t>
            </w:r>
          </w:p>
        </w:tc>
        <w:tc>
          <w:tcPr>
            <w:tcW w:w="1230" w:type="dxa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596EDF">
            <w:pPr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运动科技与力学之结合</w:t>
            </w: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340" w:type="dxa"/>
            <w:vAlign w:val="center"/>
          </w:tcPr>
          <w:p w:rsidR="00BB69D9" w:rsidRPr="005E7E85" w:rsidRDefault="00BB69D9" w:rsidP="003B03C2">
            <w:pPr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2843" w:type="dxa"/>
            <w:gridSpan w:val="3"/>
            <w:vAlign w:val="center"/>
          </w:tcPr>
          <w:p w:rsidR="00BB69D9" w:rsidRPr="005E7E85" w:rsidRDefault="00BB69D9" w:rsidP="00061F27">
            <w:pPr>
              <w:spacing w:after="0" w:line="240" w:lineRule="atLeast"/>
              <w:jc w:val="right"/>
              <w:rPr>
                <w:rFonts w:ascii="Simsun" w:hAnsi="Simsun" w:cs="Simsun"/>
                <w:b/>
                <w:bCs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合计：</w:t>
            </w:r>
          </w:p>
        </w:tc>
        <w:tc>
          <w:tcPr>
            <w:tcW w:w="1230" w:type="dxa"/>
            <w:vAlign w:val="center"/>
          </w:tcPr>
          <w:p w:rsidR="00BB69D9" w:rsidRPr="007B72F5" w:rsidRDefault="00BB69D9" w:rsidP="00DE24EF">
            <w:pPr>
              <w:spacing w:after="0" w:line="240" w:lineRule="atLeast"/>
              <w:jc w:val="center"/>
              <w:rPr>
                <w:rFonts w:ascii="Simsun" w:eastAsia="宋体" w:hAnsi="Simsun"/>
                <w:b/>
                <w:bCs/>
                <w:sz w:val="21"/>
                <w:szCs w:val="21"/>
                <w:lang w:eastAsia="zh-TW"/>
              </w:rPr>
            </w:pPr>
            <w:r>
              <w:rPr>
                <w:rFonts w:ascii="Simsun" w:eastAsia="宋体" w:hAnsi="Simsun" w:cs="Simsun"/>
                <w:b/>
                <w:bCs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2996" w:type="dxa"/>
            <w:gridSpan w:val="3"/>
            <w:vAlign w:val="center"/>
          </w:tcPr>
          <w:p w:rsidR="00BB69D9" w:rsidRPr="005E7E85" w:rsidRDefault="00BB69D9" w:rsidP="00061F27">
            <w:pPr>
              <w:spacing w:after="0" w:line="240" w:lineRule="atLeast"/>
              <w:rPr>
                <w:rFonts w:ascii="Simsun" w:hAnsi="Simsun" w:cs="Simsun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BB69D9" w:rsidRPr="005E7E85" w:rsidRDefault="00BB69D9" w:rsidP="00061F27">
            <w:pPr>
              <w:spacing w:after="0" w:line="240" w:lineRule="atLeast"/>
              <w:rPr>
                <w:rFonts w:ascii="Simsun" w:hAnsi="Simsun" w:cs="Simsun"/>
                <w:b/>
                <w:bCs/>
                <w:sz w:val="21"/>
                <w:szCs w:val="21"/>
              </w:rPr>
            </w:pPr>
          </w:p>
        </w:tc>
        <w:tc>
          <w:tcPr>
            <w:tcW w:w="1340" w:type="dxa"/>
            <w:vAlign w:val="center"/>
          </w:tcPr>
          <w:p w:rsidR="00BB69D9" w:rsidRPr="005E7E85" w:rsidRDefault="00BB69D9" w:rsidP="00061F27">
            <w:pPr>
              <w:spacing w:after="0" w:line="240" w:lineRule="atLeast"/>
              <w:rPr>
                <w:rFonts w:ascii="Simsun" w:hAnsi="Simsun" w:cs="Simsun"/>
                <w:b/>
                <w:bCs/>
                <w:sz w:val="21"/>
                <w:szCs w:val="21"/>
              </w:rPr>
            </w:pPr>
          </w:p>
        </w:tc>
      </w:tr>
      <w:tr w:rsidR="00BB69D9" w:rsidRPr="005E7E85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BB69D9" w:rsidRPr="005E7E85" w:rsidRDefault="00BB69D9" w:rsidP="00061F27">
            <w:pPr>
              <w:tabs>
                <w:tab w:val="left" w:pos="1440"/>
              </w:tabs>
              <w:spacing w:after="0" w:line="240" w:lineRule="atLeast"/>
              <w:jc w:val="center"/>
              <w:outlineLvl w:val="0"/>
              <w:rPr>
                <w:rFonts w:ascii="Simsun" w:hAnsi="Simsun" w:cs="Simsun"/>
                <w:b/>
                <w:bCs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lang w:eastAsia="zh-CN"/>
              </w:rPr>
              <w:t>成绩评定方法及标准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1926" w:type="dxa"/>
            <w:gridSpan w:val="2"/>
            <w:vAlign w:val="center"/>
          </w:tcPr>
          <w:p w:rsidR="00BB69D9" w:rsidRPr="005E7E85" w:rsidRDefault="00BB69D9" w:rsidP="00061F27">
            <w:pPr>
              <w:snapToGrid w:val="0"/>
              <w:spacing w:after="0" w:line="240" w:lineRule="atLeast"/>
              <w:jc w:val="center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考核形式</w:t>
            </w:r>
          </w:p>
        </w:tc>
        <w:tc>
          <w:tcPr>
            <w:tcW w:w="5285" w:type="dxa"/>
            <w:gridSpan w:val="6"/>
            <w:vAlign w:val="center"/>
          </w:tcPr>
          <w:p w:rsidR="00BB69D9" w:rsidRPr="005E7E85" w:rsidRDefault="00BB69D9" w:rsidP="00061F27">
            <w:pPr>
              <w:snapToGrid w:val="0"/>
              <w:spacing w:after="0" w:line="240" w:lineRule="atLeast"/>
              <w:ind w:left="180"/>
              <w:jc w:val="center"/>
              <w:rPr>
                <w:rFonts w:ascii="Simsun" w:hAnsi="Simsun" w:cs="Simsun"/>
                <w:b/>
                <w:bCs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评价标准</w:t>
            </w:r>
          </w:p>
        </w:tc>
        <w:tc>
          <w:tcPr>
            <w:tcW w:w="2190" w:type="dxa"/>
            <w:gridSpan w:val="2"/>
            <w:vAlign w:val="center"/>
          </w:tcPr>
          <w:p w:rsidR="00BB69D9" w:rsidRPr="005E7E85" w:rsidRDefault="00BB69D9" w:rsidP="00061F27">
            <w:pPr>
              <w:snapToGrid w:val="0"/>
              <w:spacing w:after="0" w:line="240" w:lineRule="atLeast"/>
              <w:ind w:left="180"/>
              <w:jc w:val="center"/>
              <w:rPr>
                <w:rFonts w:ascii="Simsun" w:hAnsi="Simsun" w:cs="Simsun"/>
                <w:b/>
                <w:bCs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权重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1926" w:type="dxa"/>
            <w:gridSpan w:val="2"/>
            <w:vAlign w:val="center"/>
          </w:tcPr>
          <w:p w:rsidR="00BB69D9" w:rsidRPr="005E7E85" w:rsidRDefault="00BB69D9" w:rsidP="003B03C2">
            <w:pPr>
              <w:snapToGrid w:val="0"/>
              <w:spacing w:after="0" w:line="240" w:lineRule="atLeast"/>
              <w:jc w:val="center"/>
              <w:rPr>
                <w:rFonts w:ascii="Simsun" w:hAnsi="Simsun" w:cs="Simsun"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到堂情况</w:t>
            </w:r>
          </w:p>
        </w:tc>
        <w:tc>
          <w:tcPr>
            <w:tcW w:w="5285" w:type="dxa"/>
            <w:gridSpan w:val="6"/>
            <w:vAlign w:val="center"/>
          </w:tcPr>
          <w:p w:rsidR="00BB69D9" w:rsidRPr="005E7E85" w:rsidRDefault="00BB69D9" w:rsidP="003B03C2">
            <w:pPr>
              <w:snapToGrid w:val="0"/>
              <w:spacing w:after="0" w:line="240" w:lineRule="atLeast"/>
              <w:jc w:val="center"/>
              <w:rPr>
                <w:rFonts w:ascii="Simsun" w:hAnsi="Simsun" w:cs="Simsun"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无故缺课扣五分、早退扣</w:t>
            </w:r>
            <w:r w:rsidRPr="005E7E85">
              <w:rPr>
                <w:rFonts w:ascii="Simsun" w:hAnsi="Simsun" w:cs="Simsun"/>
                <w:sz w:val="21"/>
                <w:szCs w:val="21"/>
                <w:lang w:eastAsia="zh-CN"/>
              </w:rPr>
              <w:t>3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分、请假扣</w:t>
            </w:r>
            <w:r w:rsidRPr="005E7E85">
              <w:rPr>
                <w:rFonts w:ascii="Simsun" w:hAnsi="Simsun" w:cs="Simsun"/>
                <w:sz w:val="21"/>
                <w:szCs w:val="21"/>
                <w:lang w:eastAsia="zh-CN"/>
              </w:rPr>
              <w:t>1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2190" w:type="dxa"/>
            <w:gridSpan w:val="2"/>
            <w:vAlign w:val="center"/>
          </w:tcPr>
          <w:p w:rsidR="00BB69D9" w:rsidRPr="005E7E85" w:rsidRDefault="00BB69D9" w:rsidP="003B03C2">
            <w:pPr>
              <w:snapToGrid w:val="0"/>
              <w:spacing w:after="0" w:line="240" w:lineRule="atLeast"/>
              <w:ind w:left="180"/>
              <w:jc w:val="center"/>
              <w:rPr>
                <w:rFonts w:ascii="Simsun" w:hAnsi="Simsun" w:cs="Simsun"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sz w:val="21"/>
                <w:szCs w:val="21"/>
                <w:lang w:eastAsia="zh-CN"/>
              </w:rPr>
              <w:t>20%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1926" w:type="dxa"/>
            <w:gridSpan w:val="2"/>
            <w:vAlign w:val="center"/>
          </w:tcPr>
          <w:p w:rsidR="00BB69D9" w:rsidRPr="005E7E85" w:rsidRDefault="00BB69D9" w:rsidP="003B03C2">
            <w:pPr>
              <w:snapToGrid w:val="0"/>
              <w:spacing w:after="0" w:line="240" w:lineRule="atLeast"/>
              <w:jc w:val="center"/>
              <w:rPr>
                <w:rFonts w:ascii="Simsun" w:hAnsi="Simsun" w:cs="Simsun"/>
                <w:sz w:val="21"/>
                <w:szCs w:val="21"/>
                <w:lang w:eastAsia="zh-TW"/>
              </w:rPr>
            </w:pP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课堂表现</w:t>
            </w:r>
          </w:p>
        </w:tc>
        <w:tc>
          <w:tcPr>
            <w:tcW w:w="5285" w:type="dxa"/>
            <w:gridSpan w:val="6"/>
            <w:vAlign w:val="center"/>
          </w:tcPr>
          <w:p w:rsidR="00BB69D9" w:rsidRPr="005E7E85" w:rsidRDefault="00BB69D9" w:rsidP="003B03C2">
            <w:pPr>
              <w:snapToGrid w:val="0"/>
              <w:spacing w:after="0" w:line="240" w:lineRule="atLeast"/>
              <w:jc w:val="center"/>
              <w:rPr>
                <w:rFonts w:ascii="Simsun" w:hAnsi="Simsun" w:cs="Simsun"/>
                <w:sz w:val="21"/>
                <w:szCs w:val="21"/>
                <w:lang w:eastAsia="zh-TW"/>
              </w:rPr>
            </w:pP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随堂问答、课堂态度</w:t>
            </w:r>
          </w:p>
        </w:tc>
        <w:tc>
          <w:tcPr>
            <w:tcW w:w="2190" w:type="dxa"/>
            <w:gridSpan w:val="2"/>
            <w:vAlign w:val="center"/>
          </w:tcPr>
          <w:p w:rsidR="00BB69D9" w:rsidRPr="005E7E85" w:rsidRDefault="00BB69D9" w:rsidP="003B03C2">
            <w:pPr>
              <w:snapToGrid w:val="0"/>
              <w:spacing w:after="0" w:line="240" w:lineRule="atLeast"/>
              <w:ind w:left="180"/>
              <w:jc w:val="center"/>
              <w:rPr>
                <w:rFonts w:ascii="Simsun" w:hAnsi="Simsun" w:cs="Simsun"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sz w:val="21"/>
                <w:szCs w:val="21"/>
                <w:lang w:eastAsia="zh-CN"/>
              </w:rPr>
              <w:t>10%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1926" w:type="dxa"/>
            <w:gridSpan w:val="2"/>
            <w:vAlign w:val="center"/>
          </w:tcPr>
          <w:p w:rsidR="00BB69D9" w:rsidRPr="005E7E85" w:rsidRDefault="00BB69D9" w:rsidP="003B03C2">
            <w:pPr>
              <w:snapToGrid w:val="0"/>
              <w:spacing w:after="0" w:line="240" w:lineRule="atLeast"/>
              <w:jc w:val="center"/>
              <w:rPr>
                <w:rFonts w:ascii="Simsun" w:hAnsi="Simsun" w:cs="Simsun"/>
                <w:sz w:val="21"/>
                <w:szCs w:val="21"/>
                <w:lang w:eastAsia="zh-TW"/>
              </w:rPr>
            </w:pP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期末报告</w:t>
            </w:r>
          </w:p>
        </w:tc>
        <w:tc>
          <w:tcPr>
            <w:tcW w:w="5285" w:type="dxa"/>
            <w:gridSpan w:val="6"/>
            <w:vAlign w:val="center"/>
          </w:tcPr>
          <w:p w:rsidR="00BB69D9" w:rsidRPr="005E7E85" w:rsidRDefault="00BB69D9" w:rsidP="003B03C2">
            <w:pPr>
              <w:snapToGrid w:val="0"/>
              <w:spacing w:after="0" w:line="240" w:lineRule="atLeast"/>
              <w:jc w:val="center"/>
              <w:rPr>
                <w:rFonts w:ascii="Simsun" w:hAnsi="Simsun" w:cs="Simsun"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对于运动生物力学的实验设计与方法运用之掌握程度</w:t>
            </w:r>
          </w:p>
        </w:tc>
        <w:tc>
          <w:tcPr>
            <w:tcW w:w="2190" w:type="dxa"/>
            <w:gridSpan w:val="2"/>
            <w:vAlign w:val="center"/>
          </w:tcPr>
          <w:p w:rsidR="00BB69D9" w:rsidRPr="005E7E85" w:rsidRDefault="00BB69D9" w:rsidP="003B03C2">
            <w:pPr>
              <w:snapToGrid w:val="0"/>
              <w:spacing w:after="0" w:line="240" w:lineRule="atLeast"/>
              <w:ind w:left="180"/>
              <w:jc w:val="center"/>
              <w:rPr>
                <w:rFonts w:ascii="Simsun" w:hAnsi="Simsun" w:cs="Simsun"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sz w:val="21"/>
                <w:szCs w:val="21"/>
                <w:lang w:eastAsia="zh-CN"/>
              </w:rPr>
              <w:t>40%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1926" w:type="dxa"/>
            <w:gridSpan w:val="2"/>
            <w:vAlign w:val="center"/>
          </w:tcPr>
          <w:p w:rsidR="00BB69D9" w:rsidRPr="005E7E85" w:rsidRDefault="00BB69D9" w:rsidP="003B03C2">
            <w:pPr>
              <w:snapToGrid w:val="0"/>
              <w:spacing w:after="0" w:line="240" w:lineRule="atLeast"/>
              <w:jc w:val="center"/>
              <w:rPr>
                <w:rFonts w:ascii="Simsun" w:hAnsi="Simsun" w:cs="Simsun"/>
                <w:sz w:val="21"/>
                <w:szCs w:val="21"/>
                <w:lang w:eastAsia="zh-TW"/>
              </w:rPr>
            </w:pP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期末考核</w:t>
            </w:r>
          </w:p>
        </w:tc>
        <w:tc>
          <w:tcPr>
            <w:tcW w:w="5285" w:type="dxa"/>
            <w:gridSpan w:val="6"/>
            <w:vAlign w:val="center"/>
          </w:tcPr>
          <w:p w:rsidR="00BB69D9" w:rsidRPr="005E7E85" w:rsidRDefault="00BB69D9" w:rsidP="003B03C2">
            <w:pPr>
              <w:snapToGrid w:val="0"/>
              <w:spacing w:after="0" w:line="240" w:lineRule="atLeast"/>
              <w:jc w:val="center"/>
              <w:rPr>
                <w:rFonts w:ascii="Simsun" w:hAnsi="Simsun" w:cs="Simsun"/>
                <w:sz w:val="21"/>
                <w:szCs w:val="21"/>
                <w:lang w:eastAsia="zh-TW"/>
              </w:rPr>
            </w:pP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试卷按知识点解答</w:t>
            </w:r>
          </w:p>
        </w:tc>
        <w:tc>
          <w:tcPr>
            <w:tcW w:w="2190" w:type="dxa"/>
            <w:gridSpan w:val="2"/>
            <w:vAlign w:val="center"/>
          </w:tcPr>
          <w:p w:rsidR="00BB69D9" w:rsidRPr="005E7E85" w:rsidRDefault="00BB69D9" w:rsidP="003B03C2">
            <w:pPr>
              <w:snapToGrid w:val="0"/>
              <w:spacing w:after="0" w:line="240" w:lineRule="atLeast"/>
              <w:ind w:left="180"/>
              <w:jc w:val="center"/>
              <w:rPr>
                <w:rFonts w:ascii="Simsun" w:hAnsi="Simsun" w:cs="Simsun"/>
                <w:sz w:val="21"/>
                <w:szCs w:val="21"/>
                <w:lang w:eastAsia="zh-TW"/>
              </w:rPr>
            </w:pPr>
            <w:r w:rsidRPr="005E7E85">
              <w:rPr>
                <w:rFonts w:ascii="Simsun" w:hAnsi="Simsun" w:cs="Simsun"/>
                <w:sz w:val="21"/>
                <w:szCs w:val="21"/>
                <w:lang w:eastAsia="zh-CN"/>
              </w:rPr>
              <w:t>30%</w:t>
            </w:r>
          </w:p>
        </w:tc>
      </w:tr>
      <w:tr w:rsidR="00BB69D9" w:rsidRPr="005E7E85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B69D9" w:rsidRPr="005E7E85" w:rsidRDefault="00BB69D9" w:rsidP="00061F27">
            <w:pPr>
              <w:snapToGrid w:val="0"/>
              <w:spacing w:after="0" w:line="240" w:lineRule="atLeast"/>
              <w:ind w:left="180"/>
              <w:rPr>
                <w:rFonts w:ascii="Simsun" w:hAnsi="Simsun" w:cs="Simsun"/>
                <w:b/>
                <w:bCs/>
                <w:sz w:val="21"/>
                <w:szCs w:val="21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大纲编写时间：</w:t>
            </w:r>
            <w:r w:rsidRPr="005E7E85"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  <w:t>2017/9/2</w:t>
            </w:r>
          </w:p>
        </w:tc>
      </w:tr>
      <w:tr w:rsidR="00BB69D9" w:rsidRPr="005E7E85">
        <w:trPr>
          <w:trHeight w:val="2351"/>
          <w:jc w:val="center"/>
        </w:trPr>
        <w:tc>
          <w:tcPr>
            <w:tcW w:w="9401" w:type="dxa"/>
            <w:gridSpan w:val="10"/>
          </w:tcPr>
          <w:p w:rsidR="00BB69D9" w:rsidRPr="005E7E85" w:rsidRDefault="00BB69D9" w:rsidP="00061F27">
            <w:pPr>
              <w:tabs>
                <w:tab w:val="left" w:pos="1440"/>
              </w:tabs>
              <w:spacing w:after="0" w:line="240" w:lineRule="atLeast"/>
              <w:jc w:val="left"/>
              <w:outlineLvl w:val="0"/>
              <w:rPr>
                <w:rFonts w:ascii="Simsun" w:hAnsi="Simsun" w:cs="Simsun"/>
                <w:b/>
                <w:bCs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b/>
                <w:bCs/>
                <w:lang w:eastAsia="zh-CN"/>
              </w:rPr>
              <w:t>系（部）审查意见：</w:t>
            </w:r>
          </w:p>
          <w:p w:rsidR="00BB69D9" w:rsidRPr="005E7E85" w:rsidRDefault="00BB69D9" w:rsidP="00BB69D9">
            <w:pPr>
              <w:spacing w:after="0" w:line="240" w:lineRule="atLeast"/>
              <w:ind w:firstLineChars="27" w:firstLine="31680"/>
              <w:jc w:val="left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  <w:p w:rsidR="00BB69D9" w:rsidRPr="005E7E85" w:rsidRDefault="00BB69D9" w:rsidP="00BB69D9">
            <w:pPr>
              <w:spacing w:after="0" w:line="240" w:lineRule="atLeast"/>
              <w:ind w:firstLineChars="27" w:firstLine="31680"/>
              <w:jc w:val="left"/>
              <w:rPr>
                <w:rFonts w:ascii="Simsun" w:hAnsi="Simsun" w:cs="Simsun"/>
                <w:b/>
                <w:bCs/>
                <w:sz w:val="21"/>
                <w:szCs w:val="21"/>
                <w:lang w:eastAsia="zh-CN"/>
              </w:rPr>
            </w:pPr>
          </w:p>
          <w:p w:rsidR="00BB69D9" w:rsidRPr="005E7E85" w:rsidRDefault="00BB69D9" w:rsidP="00BB69D9">
            <w:pPr>
              <w:spacing w:after="0" w:line="240" w:lineRule="atLeast"/>
              <w:ind w:firstLineChars="450" w:firstLine="31680"/>
              <w:rPr>
                <w:rFonts w:ascii="Simsun" w:hAnsi="Simsun" w:cs="Simsun"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。</w:t>
            </w:r>
          </w:p>
          <w:p w:rsidR="00BB69D9" w:rsidRPr="005E7E85" w:rsidRDefault="00BB69D9" w:rsidP="00061F27">
            <w:pPr>
              <w:spacing w:after="0" w:line="240" w:lineRule="atLeast"/>
              <w:rPr>
                <w:rFonts w:ascii="Simsun" w:hAnsi="Simsun" w:cs="Simsun"/>
                <w:sz w:val="21"/>
                <w:szCs w:val="21"/>
                <w:lang w:eastAsia="zh-CN"/>
              </w:rPr>
            </w:pPr>
          </w:p>
          <w:p w:rsidR="00BB69D9" w:rsidRPr="005E7E85" w:rsidRDefault="00BB69D9" w:rsidP="00061F27">
            <w:pPr>
              <w:spacing w:after="0" w:line="240" w:lineRule="atLeast"/>
              <w:ind w:right="420"/>
              <w:rPr>
                <w:rFonts w:ascii="Simsun" w:hAnsi="Simsun" w:cs="Simsun"/>
                <w:sz w:val="21"/>
                <w:szCs w:val="21"/>
                <w:lang w:eastAsia="zh-CN"/>
              </w:rPr>
            </w:pPr>
          </w:p>
          <w:p w:rsidR="00BB69D9" w:rsidRPr="005E7E85" w:rsidRDefault="00BB69D9" w:rsidP="00061F27">
            <w:pPr>
              <w:spacing w:after="0" w:line="240" w:lineRule="atLeast"/>
              <w:ind w:right="420"/>
              <w:jc w:val="right"/>
              <w:rPr>
                <w:rFonts w:ascii="Simsun" w:hAnsi="Simsun" w:cs="Simsun"/>
                <w:sz w:val="21"/>
                <w:szCs w:val="21"/>
                <w:lang w:eastAsia="zh-CN"/>
              </w:rPr>
            </w:pP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系（部）主任签名：</w:t>
            </w:r>
            <w:r w:rsidRPr="005E7E85">
              <w:rPr>
                <w:rFonts w:ascii="Simsun" w:hAnsi="Simsun" w:cs="Simsun"/>
                <w:sz w:val="21"/>
                <w:szCs w:val="21"/>
                <w:lang w:eastAsia="zh-CN"/>
              </w:rPr>
              <w:t xml:space="preserve">                         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日期：</w:t>
            </w:r>
            <w:r w:rsidRPr="005E7E85">
              <w:rPr>
                <w:rFonts w:ascii="Simsun" w:hAnsi="Simsun" w:cs="Simsun"/>
                <w:sz w:val="21"/>
                <w:szCs w:val="21"/>
                <w:lang w:eastAsia="zh-CN"/>
              </w:rPr>
              <w:t xml:space="preserve">      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年</w:t>
            </w:r>
            <w:r w:rsidRPr="005E7E85">
              <w:rPr>
                <w:rFonts w:ascii="Simsun" w:hAnsi="Simsun" w:cs="Simsun"/>
                <w:sz w:val="21"/>
                <w:szCs w:val="21"/>
                <w:lang w:eastAsia="zh-CN"/>
              </w:rPr>
              <w:t xml:space="preserve">    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月</w:t>
            </w:r>
            <w:r w:rsidRPr="005E7E85">
              <w:rPr>
                <w:rFonts w:ascii="Simsun" w:hAnsi="Simsun" w:cs="Simsun"/>
                <w:sz w:val="21"/>
                <w:szCs w:val="21"/>
                <w:lang w:eastAsia="zh-CN"/>
              </w:rPr>
              <w:t xml:space="preserve">    </w:t>
            </w:r>
            <w:r w:rsidRPr="005E7E8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日</w:t>
            </w:r>
          </w:p>
          <w:p w:rsidR="00BB69D9" w:rsidRPr="005E7E85" w:rsidRDefault="00BB69D9" w:rsidP="00061F27">
            <w:pPr>
              <w:snapToGrid w:val="0"/>
              <w:spacing w:after="0" w:line="240" w:lineRule="atLeast"/>
              <w:ind w:left="180"/>
              <w:rPr>
                <w:rFonts w:ascii="Simsun" w:hAnsi="Simsun" w:cs="Simsun"/>
                <w:sz w:val="21"/>
                <w:szCs w:val="21"/>
                <w:lang w:eastAsia="zh-CN"/>
              </w:rPr>
            </w:pPr>
          </w:p>
        </w:tc>
      </w:tr>
    </w:tbl>
    <w:p w:rsidR="00BB69D9" w:rsidRPr="005E7E85" w:rsidRDefault="00BB69D9" w:rsidP="00BB69D9">
      <w:pPr>
        <w:spacing w:line="360" w:lineRule="exact"/>
        <w:ind w:left="31680" w:hangingChars="350" w:firstLine="31680"/>
        <w:rPr>
          <w:rFonts w:ascii="Simsun" w:hAnsi="Simsun" w:cs="Simsun"/>
          <w:b/>
          <w:bCs/>
          <w:sz w:val="21"/>
          <w:szCs w:val="21"/>
          <w:lang w:eastAsia="zh-CN"/>
        </w:rPr>
      </w:pPr>
      <w:r w:rsidRPr="005E7E85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注：</w:t>
      </w:r>
      <w:r w:rsidRPr="005E7E85">
        <w:rPr>
          <w:rFonts w:ascii="Simsun" w:hAnsi="Simsun" w:cs="Simsun"/>
          <w:b/>
          <w:bCs/>
          <w:sz w:val="21"/>
          <w:szCs w:val="21"/>
          <w:lang w:eastAsia="zh-CN"/>
        </w:rPr>
        <w:t>1</w:t>
      </w:r>
      <w:r w:rsidRPr="005E7E85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、课程教学目标：请精炼概括</w:t>
      </w:r>
      <w:r w:rsidRPr="005E7E85">
        <w:rPr>
          <w:rFonts w:ascii="Simsun" w:hAnsi="Simsun" w:cs="Simsun"/>
          <w:b/>
          <w:bCs/>
          <w:sz w:val="21"/>
          <w:szCs w:val="21"/>
          <w:lang w:eastAsia="zh-CN"/>
        </w:rPr>
        <w:t>3-5</w:t>
      </w:r>
      <w:r w:rsidRPr="005E7E85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条目标，并注明每条目标所要求的学习目标层次（理解、运用、分析、综合和评价）。本课程教学目标须与授课对象的专业培养目标有一定的对应关系</w:t>
      </w:r>
    </w:p>
    <w:p w:rsidR="00BB69D9" w:rsidRPr="005E7E85" w:rsidRDefault="00BB69D9" w:rsidP="002D5DFC">
      <w:pPr>
        <w:spacing w:line="360" w:lineRule="exact"/>
        <w:ind w:left="31680" w:hangingChars="350" w:firstLine="31680"/>
        <w:rPr>
          <w:rFonts w:ascii="Simsun" w:hAnsi="Simsun" w:cs="Simsun"/>
          <w:b/>
          <w:bCs/>
          <w:sz w:val="21"/>
          <w:szCs w:val="21"/>
          <w:lang w:eastAsia="zh-CN"/>
        </w:rPr>
      </w:pPr>
      <w:r w:rsidRPr="005E7E85">
        <w:rPr>
          <w:rFonts w:ascii="Simsun" w:hAnsi="Simsun" w:cs="Simsun"/>
          <w:b/>
          <w:bCs/>
          <w:sz w:val="21"/>
          <w:szCs w:val="21"/>
          <w:lang w:eastAsia="zh-CN"/>
        </w:rPr>
        <w:t xml:space="preserve">    2</w:t>
      </w:r>
      <w:r w:rsidRPr="005E7E85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、学生核心能力即毕业要求或培养要求，请任课教师从授课对象人才培养方案中对应部分复制（</w:t>
      </w:r>
      <w:r w:rsidRPr="005E7E85">
        <w:rPr>
          <w:rFonts w:ascii="Simsun" w:hAnsi="Simsun" w:cs="Simsun"/>
          <w:b/>
          <w:bCs/>
          <w:sz w:val="21"/>
          <w:szCs w:val="21"/>
          <w:lang w:eastAsia="zh-CN"/>
        </w:rPr>
        <w:t>http://jwc.dgut.edu.cn/</w:t>
      </w:r>
      <w:r w:rsidRPr="005E7E85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</w:p>
    <w:p w:rsidR="00BB69D9" w:rsidRPr="005E7E85" w:rsidRDefault="00BB69D9" w:rsidP="002D5DFC">
      <w:pPr>
        <w:spacing w:line="360" w:lineRule="exact"/>
        <w:ind w:left="31680" w:hangingChars="350" w:firstLine="31680"/>
        <w:rPr>
          <w:rFonts w:ascii="Simsun" w:hAnsi="Simsun" w:cs="Simsun"/>
          <w:b/>
          <w:bCs/>
          <w:sz w:val="21"/>
          <w:szCs w:val="21"/>
          <w:lang w:eastAsia="zh-CN"/>
        </w:rPr>
      </w:pPr>
      <w:r w:rsidRPr="005E7E85">
        <w:rPr>
          <w:rFonts w:ascii="Simsun" w:hAnsi="Simsun" w:cs="Simsun"/>
          <w:b/>
          <w:bCs/>
          <w:sz w:val="21"/>
          <w:szCs w:val="21"/>
          <w:lang w:eastAsia="zh-CN"/>
        </w:rPr>
        <w:t xml:space="preserve">    3</w:t>
      </w:r>
      <w:r w:rsidRPr="005E7E85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、教学方式可选：课堂讲授</w:t>
      </w:r>
      <w:r w:rsidRPr="005E7E85">
        <w:rPr>
          <w:rFonts w:ascii="Simsun" w:hAnsi="Simsun" w:cs="Simsun"/>
          <w:b/>
          <w:bCs/>
          <w:sz w:val="21"/>
          <w:szCs w:val="21"/>
          <w:lang w:eastAsia="zh-CN"/>
        </w:rPr>
        <w:t>/</w:t>
      </w:r>
      <w:r w:rsidRPr="005E7E85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小组讨论</w:t>
      </w:r>
      <w:r w:rsidRPr="005E7E85">
        <w:rPr>
          <w:rFonts w:ascii="Simsun" w:hAnsi="Simsun" w:cs="Simsun"/>
          <w:b/>
          <w:bCs/>
          <w:sz w:val="21"/>
          <w:szCs w:val="21"/>
          <w:lang w:eastAsia="zh-CN"/>
        </w:rPr>
        <w:t>/</w:t>
      </w:r>
      <w:r w:rsidRPr="005E7E85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实验</w:t>
      </w:r>
      <w:r w:rsidRPr="005E7E85">
        <w:rPr>
          <w:rFonts w:ascii="Simsun" w:hAnsi="Simsun" w:cs="Simsun"/>
          <w:b/>
          <w:bCs/>
          <w:sz w:val="21"/>
          <w:szCs w:val="21"/>
          <w:lang w:eastAsia="zh-CN"/>
        </w:rPr>
        <w:t>/</w:t>
      </w:r>
      <w:r w:rsidRPr="005E7E85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实训</w:t>
      </w:r>
    </w:p>
    <w:p w:rsidR="00BB69D9" w:rsidRPr="005E7E85" w:rsidRDefault="00BB69D9" w:rsidP="00061F27">
      <w:pPr>
        <w:spacing w:line="360" w:lineRule="exact"/>
        <w:rPr>
          <w:rFonts w:ascii="Simsun" w:hAnsi="Simsun" w:cs="Simsun"/>
          <w:b/>
          <w:bCs/>
          <w:sz w:val="21"/>
          <w:szCs w:val="21"/>
          <w:lang w:eastAsia="zh-CN"/>
        </w:rPr>
      </w:pPr>
      <w:r w:rsidRPr="005E7E85">
        <w:rPr>
          <w:rFonts w:ascii="Simsun" w:hAnsi="Simsun" w:cs="Simsun"/>
          <w:b/>
          <w:bCs/>
          <w:sz w:val="21"/>
          <w:szCs w:val="21"/>
          <w:lang w:eastAsia="zh-CN"/>
        </w:rPr>
        <w:t xml:space="preserve">    4</w:t>
      </w:r>
      <w:r w:rsidRPr="005E7E85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、若课程无理论教学环节或无实践教学环节，可将相应的教学进度表删掉。</w:t>
      </w:r>
    </w:p>
    <w:sectPr w:rsidR="00BB69D9" w:rsidRPr="005E7E85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9D9" w:rsidRDefault="00BB69D9" w:rsidP="00896971">
      <w:pPr>
        <w:spacing w:after="0"/>
      </w:pPr>
      <w:r>
        <w:separator/>
      </w:r>
    </w:p>
  </w:endnote>
  <w:endnote w:type="continuationSeparator" w:id="0">
    <w:p w:rsidR="00BB69D9" w:rsidRDefault="00BB69D9" w:rsidP="008969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??朢痽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altName w:val="Microsoft JhengHei Light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SimSu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9D9" w:rsidRDefault="00BB69D9" w:rsidP="00896971">
      <w:pPr>
        <w:spacing w:after="0"/>
      </w:pPr>
      <w:r>
        <w:separator/>
      </w:r>
    </w:p>
  </w:footnote>
  <w:footnote w:type="continuationSeparator" w:id="0">
    <w:p w:rsidR="00BB69D9" w:rsidRDefault="00BB69D9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oNotHyphenateCaps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C23799B"/>
    <w:rsid w:val="00061F27"/>
    <w:rsid w:val="0006698D"/>
    <w:rsid w:val="00087B74"/>
    <w:rsid w:val="000B626E"/>
    <w:rsid w:val="000C2D4A"/>
    <w:rsid w:val="000E0AE8"/>
    <w:rsid w:val="00155E5A"/>
    <w:rsid w:val="00171228"/>
    <w:rsid w:val="00173269"/>
    <w:rsid w:val="001B31E9"/>
    <w:rsid w:val="001D28E8"/>
    <w:rsid w:val="001F20BC"/>
    <w:rsid w:val="002111AE"/>
    <w:rsid w:val="00227119"/>
    <w:rsid w:val="002739A1"/>
    <w:rsid w:val="002D5DFC"/>
    <w:rsid w:val="002E27E1"/>
    <w:rsid w:val="003044FA"/>
    <w:rsid w:val="003503B9"/>
    <w:rsid w:val="0037561C"/>
    <w:rsid w:val="003B03C2"/>
    <w:rsid w:val="003C66D8"/>
    <w:rsid w:val="003E66A6"/>
    <w:rsid w:val="00414FC8"/>
    <w:rsid w:val="00457E42"/>
    <w:rsid w:val="004B3994"/>
    <w:rsid w:val="004D29DE"/>
    <w:rsid w:val="004E0481"/>
    <w:rsid w:val="004E7804"/>
    <w:rsid w:val="0053188F"/>
    <w:rsid w:val="005639AB"/>
    <w:rsid w:val="005911D3"/>
    <w:rsid w:val="00594C6C"/>
    <w:rsid w:val="00596EDF"/>
    <w:rsid w:val="005E7E85"/>
    <w:rsid w:val="005F174F"/>
    <w:rsid w:val="0063410F"/>
    <w:rsid w:val="0065651C"/>
    <w:rsid w:val="006A022B"/>
    <w:rsid w:val="00735FDE"/>
    <w:rsid w:val="00770F0D"/>
    <w:rsid w:val="0077610A"/>
    <w:rsid w:val="00776AF2"/>
    <w:rsid w:val="00785779"/>
    <w:rsid w:val="007A154B"/>
    <w:rsid w:val="007B72F5"/>
    <w:rsid w:val="00800A2E"/>
    <w:rsid w:val="008147FF"/>
    <w:rsid w:val="00815F78"/>
    <w:rsid w:val="008512DF"/>
    <w:rsid w:val="00855020"/>
    <w:rsid w:val="00885EED"/>
    <w:rsid w:val="00892ADC"/>
    <w:rsid w:val="00896971"/>
    <w:rsid w:val="008F6642"/>
    <w:rsid w:val="00917C66"/>
    <w:rsid w:val="009349EE"/>
    <w:rsid w:val="0096781C"/>
    <w:rsid w:val="009A2B5C"/>
    <w:rsid w:val="009B3EAE"/>
    <w:rsid w:val="009C3354"/>
    <w:rsid w:val="009D3079"/>
    <w:rsid w:val="00A84D68"/>
    <w:rsid w:val="00A85774"/>
    <w:rsid w:val="00AA199F"/>
    <w:rsid w:val="00AB00C2"/>
    <w:rsid w:val="00AE48DD"/>
    <w:rsid w:val="00B02B18"/>
    <w:rsid w:val="00B540ED"/>
    <w:rsid w:val="00BB35F5"/>
    <w:rsid w:val="00BB69D9"/>
    <w:rsid w:val="00BD1B60"/>
    <w:rsid w:val="00C33B36"/>
    <w:rsid w:val="00C41D05"/>
    <w:rsid w:val="00C529BF"/>
    <w:rsid w:val="00C705DD"/>
    <w:rsid w:val="00C76FA2"/>
    <w:rsid w:val="00C84D0D"/>
    <w:rsid w:val="00CA1AB8"/>
    <w:rsid w:val="00CC4A46"/>
    <w:rsid w:val="00CD2F8F"/>
    <w:rsid w:val="00D45246"/>
    <w:rsid w:val="00D62B41"/>
    <w:rsid w:val="00DB45CF"/>
    <w:rsid w:val="00DB5724"/>
    <w:rsid w:val="00DE24EF"/>
    <w:rsid w:val="00DF5C03"/>
    <w:rsid w:val="00E0505F"/>
    <w:rsid w:val="00E413E8"/>
    <w:rsid w:val="00E53E23"/>
    <w:rsid w:val="00E81EDC"/>
    <w:rsid w:val="00EC2295"/>
    <w:rsid w:val="00EC2B23"/>
    <w:rsid w:val="00ED3FCA"/>
    <w:rsid w:val="00F31667"/>
    <w:rsid w:val="00F617C2"/>
    <w:rsid w:val="00F96D96"/>
    <w:rsid w:val="00FE22C8"/>
    <w:rsid w:val="00FE52BF"/>
    <w:rsid w:val="28AD1D92"/>
    <w:rsid w:val="2C23799B"/>
    <w:rsid w:val="62602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8E8"/>
    <w:pPr>
      <w:spacing w:after="120"/>
      <w:jc w:val="both"/>
    </w:pPr>
    <w:rPr>
      <w:rFonts w:eastAsia="PMingLiU"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28E8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Normal"/>
    <w:uiPriority w:val="99"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 w:cs="Calibri"/>
      <w:kern w:val="2"/>
      <w:lang w:eastAsia="zh-TW"/>
    </w:rPr>
  </w:style>
  <w:style w:type="character" w:customStyle="1" w:styleId="fontstyle01">
    <w:name w:val="fontstyle01"/>
    <w:basedOn w:val="DefaultParagraphFont"/>
    <w:uiPriority w:val="99"/>
    <w:rsid w:val="001D28E8"/>
    <w:rPr>
      <w:rFonts w:ascii="CIDFont + F2" w:hAnsi="CIDFont + F2" w:cs="CIDFont + F2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96971"/>
    <w:rPr>
      <w:rFonts w:eastAsia="PMingLiU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96971"/>
    <w:rPr>
      <w:rFonts w:eastAsia="PMingLiU"/>
      <w:sz w:val="18"/>
      <w:szCs w:val="18"/>
      <w:lang w:eastAsia="en-US"/>
    </w:rPr>
  </w:style>
  <w:style w:type="paragraph" w:styleId="ListParagraph">
    <w:name w:val="List Paragraph"/>
    <w:basedOn w:val="Normal"/>
    <w:uiPriority w:val="99"/>
    <w:qFormat/>
    <w:rsid w:val="008147FF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3044FA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044FA"/>
    <w:rPr>
      <w:rFonts w:eastAsia="PMingLiU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58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3</Pages>
  <Words>303</Words>
  <Characters>1731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张银燕</cp:lastModifiedBy>
  <cp:revision>8</cp:revision>
  <cp:lastPrinted>2017-01-05T16:24:00Z</cp:lastPrinted>
  <dcterms:created xsi:type="dcterms:W3CDTF">2017-09-02T03:32:00Z</dcterms:created>
  <dcterms:modified xsi:type="dcterms:W3CDTF">2017-11-17T05:52:00Z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